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AF010" w14:textId="77777777" w:rsidR="008932B1" w:rsidRDefault="008932B1" w:rsidP="000C6AF7">
      <w:pPr>
        <w:ind w:left="-567" w:right="-356"/>
      </w:pPr>
    </w:p>
    <w:p w14:paraId="52286097" w14:textId="77777777" w:rsidR="00837E03" w:rsidRDefault="00837E03" w:rsidP="000C6AF7">
      <w:pPr>
        <w:ind w:left="-567" w:right="-356"/>
      </w:pPr>
    </w:p>
    <w:p w14:paraId="720E6555" w14:textId="77777777" w:rsidR="005E6B8C" w:rsidRDefault="005E6B8C" w:rsidP="000C6AF7">
      <w:pPr>
        <w:ind w:left="-567" w:right="-356"/>
      </w:pPr>
    </w:p>
    <w:p w14:paraId="2D525DF9" w14:textId="77777777" w:rsidR="00837E03" w:rsidRPr="000C6AF7" w:rsidRDefault="00442FEF" w:rsidP="000C6AF7">
      <w:pPr>
        <w:ind w:left="-567" w:right="-356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678A6DE" wp14:editId="3DA68943">
            <wp:simplePos x="0" y="0"/>
            <wp:positionH relativeFrom="column">
              <wp:posOffset>600075</wp:posOffset>
            </wp:positionH>
            <wp:positionV relativeFrom="paragraph">
              <wp:posOffset>7066915</wp:posOffset>
            </wp:positionV>
            <wp:extent cx="4965065" cy="1694180"/>
            <wp:effectExtent l="0" t="0" r="6985" b="1270"/>
            <wp:wrapNone/>
            <wp:docPr id="10" name="Picture 10" title="Leaves. Bottom Ima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lower-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4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25"/>
        <w:gridCol w:w="1376"/>
        <w:gridCol w:w="241"/>
        <w:gridCol w:w="5004"/>
        <w:gridCol w:w="1701"/>
      </w:tblGrid>
      <w:tr w:rsidR="005E6B8C" w14:paraId="7EF5C081" w14:textId="77777777" w:rsidTr="00442FEF">
        <w:trPr>
          <w:jc w:val="center"/>
        </w:trPr>
        <w:tc>
          <w:tcPr>
            <w:tcW w:w="1625" w:type="dxa"/>
          </w:tcPr>
          <w:p w14:paraId="4BEBE91B" w14:textId="77777777" w:rsidR="000C6AF7" w:rsidRDefault="000C6AF7" w:rsidP="000C6AF7">
            <w:pPr>
              <w:ind w:right="-356"/>
            </w:pPr>
          </w:p>
        </w:tc>
        <w:tc>
          <w:tcPr>
            <w:tcW w:w="6621" w:type="dxa"/>
            <w:gridSpan w:val="3"/>
          </w:tcPr>
          <w:p w14:paraId="345A8DDF" w14:textId="77777777" w:rsidR="000C6AF7" w:rsidRDefault="007F4821" w:rsidP="000C6AF7">
            <w:pPr>
              <w:ind w:right="-356"/>
              <w:jc w:val="center"/>
            </w:pPr>
            <w:r>
              <w:rPr>
                <w:rStyle w:val="TitleChar"/>
              </w:rPr>
              <w:t>Jennifer</w:t>
            </w:r>
            <w:r w:rsidR="000C6AF7" w:rsidRPr="000C6AF7">
              <w:rPr>
                <w:rStyle w:val="TitleChar"/>
              </w:rPr>
              <w:br/>
            </w:r>
            <w:r>
              <w:rPr>
                <w:rStyle w:val="TitleChar"/>
              </w:rPr>
              <w:t>Gaston</w:t>
            </w:r>
          </w:p>
        </w:tc>
        <w:tc>
          <w:tcPr>
            <w:tcW w:w="1701" w:type="dxa"/>
          </w:tcPr>
          <w:p w14:paraId="11016E6B" w14:textId="77777777" w:rsidR="000C6AF7" w:rsidRDefault="000C6AF7" w:rsidP="000C6AF7">
            <w:pPr>
              <w:ind w:right="-356"/>
            </w:pPr>
          </w:p>
        </w:tc>
      </w:tr>
      <w:tr w:rsidR="005E6B8C" w14:paraId="445222FD" w14:textId="77777777" w:rsidTr="00442FEF">
        <w:trPr>
          <w:trHeight w:val="166"/>
          <w:jc w:val="center"/>
        </w:trPr>
        <w:tc>
          <w:tcPr>
            <w:tcW w:w="3001" w:type="dxa"/>
            <w:gridSpan w:val="2"/>
          </w:tcPr>
          <w:p w14:paraId="34E71990" w14:textId="77777777" w:rsidR="000C6AF7" w:rsidRDefault="000C6AF7" w:rsidP="000C6AF7">
            <w:pPr>
              <w:ind w:right="-356"/>
            </w:pPr>
          </w:p>
        </w:tc>
        <w:tc>
          <w:tcPr>
            <w:tcW w:w="241" w:type="dxa"/>
          </w:tcPr>
          <w:p w14:paraId="20CC772A" w14:textId="77777777" w:rsidR="000C6AF7" w:rsidRDefault="000C6AF7" w:rsidP="000C6AF7">
            <w:pPr>
              <w:ind w:right="-356"/>
            </w:pPr>
          </w:p>
        </w:tc>
        <w:tc>
          <w:tcPr>
            <w:tcW w:w="6705" w:type="dxa"/>
            <w:gridSpan w:val="2"/>
          </w:tcPr>
          <w:p w14:paraId="5F045588" w14:textId="77777777" w:rsidR="000C6AF7" w:rsidRDefault="000C6AF7" w:rsidP="000C6AF7">
            <w:pPr>
              <w:ind w:right="-356"/>
            </w:pPr>
          </w:p>
        </w:tc>
      </w:tr>
      <w:tr w:rsidR="00737940" w14:paraId="6266B9C7" w14:textId="77777777" w:rsidTr="00442FEF">
        <w:trPr>
          <w:trHeight w:val="3684"/>
          <w:jc w:val="center"/>
        </w:trPr>
        <w:tc>
          <w:tcPr>
            <w:tcW w:w="3001" w:type="dxa"/>
            <w:gridSpan w:val="2"/>
            <w:shd w:val="clear" w:color="auto" w:fill="F2F2F2"/>
          </w:tcPr>
          <w:p w14:paraId="1E1522EC" w14:textId="77777777" w:rsidR="00737940" w:rsidRDefault="00737940" w:rsidP="000C6AF7">
            <w:pPr>
              <w:ind w:right="-356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8EC976C" wp14:editId="6779DA08">
                  <wp:simplePos x="0" y="0"/>
                  <wp:positionH relativeFrom="column">
                    <wp:posOffset>-63799</wp:posOffset>
                  </wp:positionH>
                  <wp:positionV relativeFrom="paragraph">
                    <wp:posOffset>-4446</wp:posOffset>
                  </wp:positionV>
                  <wp:extent cx="1614768" cy="2152147"/>
                  <wp:effectExtent l="0" t="0" r="0" b="0"/>
                  <wp:wrapNone/>
                  <wp:docPr id="1" name="Picture 28" descr="Flower image. Side Ima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041" cy="2160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" w:type="dxa"/>
            <w:vMerge w:val="restart"/>
          </w:tcPr>
          <w:p w14:paraId="2BE97780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 w:val="restart"/>
            <w:shd w:val="clear" w:color="auto" w:fill="F2F2F2"/>
          </w:tcPr>
          <w:p w14:paraId="369A3315" w14:textId="77777777" w:rsidR="00737940" w:rsidRDefault="00737940" w:rsidP="00837E03">
            <w:pPr>
              <w:pStyle w:val="Heading2"/>
            </w:pPr>
            <w:r w:rsidRPr="000F7D04">
              <w:t>Experience</w:t>
            </w:r>
          </w:p>
          <w:p w14:paraId="54A66E57" w14:textId="77777777" w:rsidR="00737940" w:rsidRDefault="008B30A0" w:rsidP="00837E03">
            <w:pPr>
              <w:pStyle w:val="Dates"/>
            </w:pPr>
            <w:r>
              <w:t>2019</w:t>
            </w:r>
            <w:r w:rsidR="00737940">
              <w:t>–</w:t>
            </w:r>
            <w:r>
              <w:t>Present</w:t>
            </w:r>
          </w:p>
          <w:p w14:paraId="0FE3E4E9" w14:textId="77777777" w:rsidR="008B30A0" w:rsidRDefault="008B30A0" w:rsidP="008B30A0">
            <w:pPr>
              <w:pStyle w:val="Experience"/>
              <w:spacing w:after="0"/>
            </w:pPr>
            <w:r>
              <w:t>Lead Career Coach</w:t>
            </w:r>
            <w:r w:rsidR="00737940">
              <w:t xml:space="preserve"> </w:t>
            </w:r>
            <w:r w:rsidR="00737940" w:rsidRPr="002A17F8">
              <w:rPr>
                <w:rStyle w:val="Strong"/>
              </w:rPr>
              <w:t>•</w:t>
            </w:r>
            <w:r w:rsidR="00737940">
              <w:t xml:space="preserve"> </w:t>
            </w:r>
            <w:r>
              <w:t>The Arc of Wabash County, Inc.</w:t>
            </w:r>
          </w:p>
          <w:p w14:paraId="34D1884D" w14:textId="77777777" w:rsidR="008B30A0" w:rsidRDefault="008B30A0" w:rsidP="008B30A0">
            <w:pPr>
              <w:pStyle w:val="Experience"/>
              <w:spacing w:after="0"/>
            </w:pPr>
            <w:r>
              <w:t xml:space="preserve">Completing documentation per company and state policies. Providing on-site career coaching services to individuals with disabilities. Assisting with participant acquisition of skills related to future employment. Providing supervision during day programming and community outings. Providing on-site career coaching during Pre-ETS internships in the community. </w:t>
            </w:r>
          </w:p>
          <w:p w14:paraId="6566BAA7" w14:textId="77777777" w:rsidR="008B30A0" w:rsidRDefault="008B30A0" w:rsidP="008B30A0">
            <w:pPr>
              <w:pStyle w:val="Experience"/>
              <w:spacing w:after="0"/>
            </w:pPr>
          </w:p>
          <w:p w14:paraId="311379DA" w14:textId="77777777" w:rsidR="00737940" w:rsidRDefault="008B30A0" w:rsidP="00837E03">
            <w:pPr>
              <w:pStyle w:val="Dates"/>
            </w:pPr>
            <w:r>
              <w:t>2015</w:t>
            </w:r>
            <w:r w:rsidR="00737940">
              <w:t>–</w:t>
            </w:r>
            <w:r>
              <w:t>2018</w:t>
            </w:r>
          </w:p>
          <w:p w14:paraId="53366A39" w14:textId="77777777" w:rsidR="008B30A0" w:rsidRDefault="008B30A0" w:rsidP="008B30A0">
            <w:pPr>
              <w:pStyle w:val="Experience"/>
              <w:spacing w:after="0"/>
            </w:pPr>
            <w:r>
              <w:t>Area Leader</w:t>
            </w:r>
            <w:r w:rsidR="00737940">
              <w:t xml:space="preserve"> </w:t>
            </w:r>
            <w:r w:rsidR="00737940" w:rsidRPr="002A17F8">
              <w:rPr>
                <w:rStyle w:val="Strong"/>
              </w:rPr>
              <w:t>•</w:t>
            </w:r>
            <w:r w:rsidR="00737940">
              <w:t xml:space="preserve"> </w:t>
            </w:r>
            <w:r>
              <w:t>Servant’s Heart Home Health Services</w:t>
            </w:r>
          </w:p>
          <w:p w14:paraId="6995F83A" w14:textId="77777777" w:rsidR="00737940" w:rsidRDefault="008B30A0" w:rsidP="00442FEF">
            <w:pPr>
              <w:pStyle w:val="Experience"/>
              <w:spacing w:after="0"/>
            </w:pPr>
            <w:r>
              <w:t>Administered medications</w:t>
            </w:r>
            <w:r w:rsidR="00442FEF">
              <w:t xml:space="preserve">. Assisted with activities of daily living. Maintained sanitization of the home. Provided transportation to medical appointments and errands. Managed a caseload. </w:t>
            </w:r>
            <w:r w:rsidR="00737940">
              <w:t xml:space="preserve"> </w:t>
            </w:r>
          </w:p>
          <w:p w14:paraId="3960BC03" w14:textId="77777777" w:rsidR="00737940" w:rsidRDefault="00737940" w:rsidP="00837E03">
            <w:pPr>
              <w:pStyle w:val="Heading2"/>
            </w:pPr>
            <w:r w:rsidRPr="000F7D04">
              <w:t>Education</w:t>
            </w:r>
          </w:p>
          <w:p w14:paraId="4F198AFE" w14:textId="77777777" w:rsidR="00737940" w:rsidRPr="000F7D04" w:rsidRDefault="00442FEF" w:rsidP="00837E03">
            <w:r>
              <w:t>Ivy Tech Community College</w:t>
            </w:r>
            <w:r w:rsidR="00737940" w:rsidRPr="000F7D04">
              <w:t>,</w:t>
            </w:r>
            <w:r>
              <w:t xml:space="preserve"> 2011,</w:t>
            </w:r>
            <w:r w:rsidR="00737940" w:rsidRPr="000F7D04">
              <w:t xml:space="preserve"> </w:t>
            </w:r>
            <w:r>
              <w:t>Kokomo, IN</w:t>
            </w:r>
          </w:p>
          <w:p w14:paraId="21F60C31" w14:textId="77777777" w:rsidR="00442FEF" w:rsidRDefault="00442FEF" w:rsidP="00442FEF">
            <w:pPr>
              <w:pStyle w:val="ListBullet"/>
            </w:pPr>
            <w:r>
              <w:t>Associate of Applied Science in Visual Communications</w:t>
            </w:r>
          </w:p>
          <w:p w14:paraId="773E6613" w14:textId="77777777" w:rsidR="00442FEF" w:rsidRDefault="00442FEF" w:rsidP="00442FEF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2FDEE289" w14:textId="77777777" w:rsidR="00442FEF" w:rsidRDefault="00442FEF" w:rsidP="00442FEF">
            <w:pPr>
              <w:pStyle w:val="ListBullet"/>
              <w:numPr>
                <w:ilvl w:val="0"/>
                <w:numId w:val="0"/>
              </w:numPr>
            </w:pPr>
            <w:r>
              <w:t>Wabash High School, 2001, Wabash, IN</w:t>
            </w:r>
          </w:p>
          <w:p w14:paraId="14A57086" w14:textId="77777777" w:rsidR="00442FEF" w:rsidRDefault="00442FEF" w:rsidP="00442FEF">
            <w:pPr>
              <w:pStyle w:val="ListBullet"/>
            </w:pPr>
            <w:r>
              <w:t>High School Diploma</w:t>
            </w:r>
          </w:p>
          <w:p w14:paraId="29DA747C" w14:textId="77777777" w:rsidR="00737940" w:rsidRPr="000F7D04" w:rsidRDefault="00442FEF" w:rsidP="00837E03">
            <w:pPr>
              <w:pStyle w:val="Heading2"/>
            </w:pPr>
            <w:r>
              <w:t xml:space="preserve">Leadership </w:t>
            </w:r>
          </w:p>
          <w:p w14:paraId="3CB38E8A" w14:textId="77777777" w:rsidR="00737940" w:rsidRDefault="00442FEF" w:rsidP="00837E03">
            <w:r>
              <w:t>Career Coach of the Year 2023</w:t>
            </w:r>
          </w:p>
          <w:p w14:paraId="1CAD7A73" w14:textId="77777777" w:rsidR="00442FEF" w:rsidRDefault="00442FEF" w:rsidP="00837E03">
            <w:r>
              <w:t>Member of Frontrunner’s Committee</w:t>
            </w:r>
          </w:p>
          <w:p w14:paraId="463F4646" w14:textId="77777777" w:rsidR="00737940" w:rsidRDefault="00442FEF" w:rsidP="00837E03">
            <w:pPr>
              <w:pStyle w:val="Heading2"/>
            </w:pPr>
            <w:r>
              <w:t>Skills</w:t>
            </w:r>
          </w:p>
          <w:p w14:paraId="0477C3A0" w14:textId="77777777" w:rsidR="00737940" w:rsidRDefault="00442FEF" w:rsidP="00837E03">
            <w:r>
              <w:t xml:space="preserve">Time Management         Documentation          </w:t>
            </w:r>
          </w:p>
          <w:p w14:paraId="01987C96" w14:textId="77777777" w:rsidR="00442FEF" w:rsidRDefault="00442FEF" w:rsidP="00837E03">
            <w:r>
              <w:t>Communication              Versatility</w:t>
            </w:r>
          </w:p>
          <w:p w14:paraId="51F04774" w14:textId="77777777" w:rsidR="00442FEF" w:rsidRDefault="00442FEF" w:rsidP="00837E03">
            <w:r>
              <w:t>Dependability                 CPR Certified</w:t>
            </w:r>
          </w:p>
          <w:p w14:paraId="09F2197E" w14:textId="77777777" w:rsidR="00442FEF" w:rsidRDefault="00442FEF" w:rsidP="00837E03"/>
          <w:p w14:paraId="27C8A861" w14:textId="77777777" w:rsidR="00737940" w:rsidRDefault="00737940" w:rsidP="00837E03">
            <w:pPr>
              <w:ind w:right="-356"/>
            </w:pPr>
          </w:p>
          <w:p w14:paraId="57F04E27" w14:textId="77777777" w:rsidR="00737940" w:rsidRDefault="00737940" w:rsidP="00837E03">
            <w:pPr>
              <w:ind w:right="-356"/>
            </w:pPr>
          </w:p>
          <w:p w14:paraId="38F321DC" w14:textId="77777777" w:rsidR="00737940" w:rsidRDefault="00737940" w:rsidP="00837E03">
            <w:pPr>
              <w:ind w:right="-356"/>
            </w:pPr>
          </w:p>
        </w:tc>
      </w:tr>
      <w:tr w:rsidR="00737940" w14:paraId="521165BA" w14:textId="77777777" w:rsidTr="00442FEF">
        <w:trPr>
          <w:trHeight w:val="454"/>
          <w:jc w:val="center"/>
        </w:trPr>
        <w:tc>
          <w:tcPr>
            <w:tcW w:w="3001" w:type="dxa"/>
            <w:gridSpan w:val="2"/>
            <w:shd w:val="clear" w:color="auto" w:fill="F2F2F2"/>
            <w:vAlign w:val="center"/>
          </w:tcPr>
          <w:p w14:paraId="19F204BA" w14:textId="77777777" w:rsidR="00737940" w:rsidRPr="00222466" w:rsidRDefault="00737940" w:rsidP="00737940">
            <w:pPr>
              <w:pStyle w:val="Information"/>
              <w:rPr>
                <w:rStyle w:val="Strong"/>
                <w:b w:val="0"/>
                <w:bCs w:val="0"/>
                <w:color w:val="FFFFFF" w:themeColor="background1"/>
              </w:rPr>
            </w:pPr>
          </w:p>
          <w:p w14:paraId="74AC0997" w14:textId="77777777" w:rsidR="00737940" w:rsidRDefault="00737940" w:rsidP="00737940">
            <w:pPr>
              <w:pStyle w:val="Information"/>
              <w:rPr>
                <w:noProof/>
              </w:rPr>
            </w:pPr>
          </w:p>
        </w:tc>
        <w:tc>
          <w:tcPr>
            <w:tcW w:w="241" w:type="dxa"/>
            <w:vMerge/>
          </w:tcPr>
          <w:p w14:paraId="06F8E4A3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/>
            <w:shd w:val="clear" w:color="auto" w:fill="F2F2F2"/>
          </w:tcPr>
          <w:p w14:paraId="15680195" w14:textId="77777777" w:rsidR="00737940" w:rsidRPr="000F7D04" w:rsidRDefault="00737940" w:rsidP="00837E03">
            <w:pPr>
              <w:pStyle w:val="Heading2"/>
            </w:pPr>
          </w:p>
        </w:tc>
      </w:tr>
      <w:tr w:rsidR="00737940" w14:paraId="6C4E7846" w14:textId="77777777" w:rsidTr="00442FEF">
        <w:trPr>
          <w:trHeight w:val="454"/>
          <w:jc w:val="center"/>
        </w:trPr>
        <w:tc>
          <w:tcPr>
            <w:tcW w:w="3001" w:type="dxa"/>
            <w:gridSpan w:val="2"/>
            <w:shd w:val="clear" w:color="auto" w:fill="F2F2F2"/>
            <w:vAlign w:val="center"/>
          </w:tcPr>
          <w:p w14:paraId="00787E0B" w14:textId="77777777" w:rsidR="00737940" w:rsidRDefault="00737940" w:rsidP="00737940">
            <w:pPr>
              <w:pStyle w:val="Information"/>
              <w:rPr>
                <w:noProof/>
              </w:rPr>
            </w:pPr>
          </w:p>
        </w:tc>
        <w:tc>
          <w:tcPr>
            <w:tcW w:w="241" w:type="dxa"/>
            <w:vMerge/>
          </w:tcPr>
          <w:p w14:paraId="29882DEF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/>
            <w:shd w:val="clear" w:color="auto" w:fill="F2F2F2"/>
          </w:tcPr>
          <w:p w14:paraId="6856FDAB" w14:textId="77777777" w:rsidR="00737940" w:rsidRPr="000F7D04" w:rsidRDefault="00737940" w:rsidP="00837E03">
            <w:pPr>
              <w:pStyle w:val="Heading2"/>
            </w:pPr>
          </w:p>
        </w:tc>
      </w:tr>
      <w:tr w:rsidR="00737940" w14:paraId="1BFD4410" w14:textId="77777777" w:rsidTr="00442FEF">
        <w:trPr>
          <w:trHeight w:val="454"/>
          <w:jc w:val="center"/>
        </w:trPr>
        <w:tc>
          <w:tcPr>
            <w:tcW w:w="3001" w:type="dxa"/>
            <w:gridSpan w:val="2"/>
            <w:shd w:val="clear" w:color="auto" w:fill="F2F2F2"/>
            <w:vAlign w:val="center"/>
          </w:tcPr>
          <w:p w14:paraId="19691436" w14:textId="77777777" w:rsidR="00737940" w:rsidRDefault="00737940" w:rsidP="00737940">
            <w:pPr>
              <w:pStyle w:val="Information"/>
              <w:rPr>
                <w:noProof/>
              </w:rPr>
            </w:pPr>
          </w:p>
        </w:tc>
        <w:tc>
          <w:tcPr>
            <w:tcW w:w="241" w:type="dxa"/>
            <w:vMerge/>
          </w:tcPr>
          <w:p w14:paraId="6F391BFA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/>
            <w:shd w:val="clear" w:color="auto" w:fill="F2F2F2"/>
          </w:tcPr>
          <w:p w14:paraId="7CF34725" w14:textId="77777777" w:rsidR="00737940" w:rsidRPr="000F7D04" w:rsidRDefault="00737940" w:rsidP="00837E03">
            <w:pPr>
              <w:pStyle w:val="Heading2"/>
            </w:pPr>
          </w:p>
        </w:tc>
      </w:tr>
      <w:tr w:rsidR="00737940" w14:paraId="1EA01B19" w14:textId="77777777" w:rsidTr="00442FEF">
        <w:trPr>
          <w:trHeight w:val="454"/>
          <w:jc w:val="center"/>
        </w:trPr>
        <w:tc>
          <w:tcPr>
            <w:tcW w:w="3001" w:type="dxa"/>
            <w:gridSpan w:val="2"/>
            <w:shd w:val="clear" w:color="auto" w:fill="F2F2F2"/>
            <w:vAlign w:val="center"/>
          </w:tcPr>
          <w:p w14:paraId="5E28E9C2" w14:textId="77777777" w:rsidR="00737940" w:rsidRDefault="00737940" w:rsidP="00737940">
            <w:pPr>
              <w:pStyle w:val="Information"/>
              <w:rPr>
                <w:noProof/>
              </w:rPr>
            </w:pPr>
          </w:p>
        </w:tc>
        <w:tc>
          <w:tcPr>
            <w:tcW w:w="241" w:type="dxa"/>
            <w:vMerge/>
          </w:tcPr>
          <w:p w14:paraId="629CB069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/>
            <w:shd w:val="clear" w:color="auto" w:fill="F2F2F2"/>
          </w:tcPr>
          <w:p w14:paraId="30288C6E" w14:textId="77777777" w:rsidR="00737940" w:rsidRPr="000F7D04" w:rsidRDefault="00737940" w:rsidP="00837E03">
            <w:pPr>
              <w:pStyle w:val="Heading2"/>
            </w:pPr>
          </w:p>
        </w:tc>
      </w:tr>
      <w:tr w:rsidR="00737940" w14:paraId="14ED4900" w14:textId="77777777" w:rsidTr="00442FEF">
        <w:trPr>
          <w:trHeight w:val="1434"/>
          <w:jc w:val="center"/>
        </w:trPr>
        <w:tc>
          <w:tcPr>
            <w:tcW w:w="3001" w:type="dxa"/>
            <w:gridSpan w:val="2"/>
            <w:shd w:val="clear" w:color="auto" w:fill="F2F2F2"/>
          </w:tcPr>
          <w:p w14:paraId="7F3C5E54" w14:textId="77777777" w:rsidR="00737940" w:rsidRDefault="00737940" w:rsidP="000C6AF7">
            <w:pPr>
              <w:ind w:right="-356"/>
              <w:rPr>
                <w:noProof/>
              </w:rPr>
            </w:pPr>
          </w:p>
        </w:tc>
        <w:tc>
          <w:tcPr>
            <w:tcW w:w="241" w:type="dxa"/>
            <w:vMerge/>
          </w:tcPr>
          <w:p w14:paraId="49FBAAF6" w14:textId="77777777" w:rsidR="00737940" w:rsidRDefault="00737940" w:rsidP="000C6AF7">
            <w:pPr>
              <w:ind w:right="-356"/>
            </w:pPr>
          </w:p>
        </w:tc>
        <w:tc>
          <w:tcPr>
            <w:tcW w:w="6705" w:type="dxa"/>
            <w:gridSpan w:val="2"/>
            <w:vMerge/>
            <w:shd w:val="clear" w:color="auto" w:fill="F2F2F2"/>
          </w:tcPr>
          <w:p w14:paraId="56DA6F51" w14:textId="77777777" w:rsidR="00737940" w:rsidRPr="000F7D04" w:rsidRDefault="00737940" w:rsidP="00837E03">
            <w:pPr>
              <w:pStyle w:val="Heading2"/>
            </w:pPr>
          </w:p>
        </w:tc>
      </w:tr>
    </w:tbl>
    <w:p w14:paraId="6E163EEB" w14:textId="77777777" w:rsidR="00D075D2" w:rsidRPr="00837E03" w:rsidRDefault="00D075D2" w:rsidP="00837E03"/>
    <w:sectPr w:rsidR="00D075D2" w:rsidRPr="00837E03" w:rsidSect="009F19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520" w:bottom="0" w:left="1720" w:header="720" w:footer="720" w:gutter="0"/>
      <w:cols w:space="549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B6FEB" w14:textId="77777777" w:rsidR="005B2C3E" w:rsidRDefault="005B2C3E" w:rsidP="000C6AF7">
      <w:r>
        <w:separator/>
      </w:r>
    </w:p>
  </w:endnote>
  <w:endnote w:type="continuationSeparator" w:id="0">
    <w:p w14:paraId="756986DB" w14:textId="77777777" w:rsidR="005B2C3E" w:rsidRDefault="005B2C3E" w:rsidP="000C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BoldItalic">
    <w:altName w:val="Georgia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7F896" w14:textId="77777777" w:rsidR="006E178A" w:rsidRDefault="006E17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C693E" w14:textId="77777777" w:rsidR="006E178A" w:rsidRDefault="006E17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6A772" w14:textId="77777777" w:rsidR="006E178A" w:rsidRDefault="006E1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04BD3" w14:textId="77777777" w:rsidR="005B2C3E" w:rsidRDefault="005B2C3E" w:rsidP="000C6AF7">
      <w:r>
        <w:separator/>
      </w:r>
    </w:p>
  </w:footnote>
  <w:footnote w:type="continuationSeparator" w:id="0">
    <w:p w14:paraId="2A1D369C" w14:textId="77777777" w:rsidR="005B2C3E" w:rsidRDefault="005B2C3E" w:rsidP="000C6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ACFDE" w14:textId="77777777" w:rsidR="009B717C" w:rsidRDefault="009B7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65DB" w14:textId="77777777" w:rsidR="000C6AF7" w:rsidRDefault="009F193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82AD86" wp14:editId="2647E23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309360" cy="1485900"/>
              <wp:effectExtent l="19050" t="0" r="34290" b="38100"/>
              <wp:wrapNone/>
              <wp:docPr id="12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09360" cy="1485900"/>
                        <a:chOff x="0" y="0"/>
                        <a:chExt cx="6323965" cy="1485900"/>
                      </a:xfrm>
                    </wpg:grpSpPr>
                    <wps:wsp>
                      <wps:cNvPr id="6" name="Freeform 29" descr="decorative element"/>
                      <wps:cNvSpPr>
                        <a:spLocks/>
                      </wps:cNvSpPr>
                      <wps:spPr bwMode="auto">
                        <a:xfrm>
                          <a:off x="4876800" y="419100"/>
                          <a:ext cx="1447165" cy="1066800"/>
                        </a:xfrm>
                        <a:custGeom>
                          <a:avLst/>
                          <a:gdLst>
                            <a:gd name="T0" fmla="*/ 0 w 2279"/>
                            <a:gd name="T1" fmla="*/ 0 h 1680"/>
                            <a:gd name="T2" fmla="*/ 2278 w 2279"/>
                            <a:gd name="T3" fmla="*/ 0 h 1680"/>
                            <a:gd name="T4" fmla="*/ 2278 w 2279"/>
                            <a:gd name="T5" fmla="*/ 1679 h 1680"/>
                            <a:gd name="T6" fmla="*/ 789 w 2279"/>
                            <a:gd name="T7" fmla="*/ 1679 h 1680"/>
                            <a:gd name="T8" fmla="*/ 789 w 2279"/>
                            <a:gd name="T9" fmla="*/ 1219 h 1680"/>
                            <a:gd name="T10" fmla="*/ 1224 w 2279"/>
                            <a:gd name="T11" fmla="*/ 1219 h 1680"/>
                            <a:gd name="T12" fmla="*/ 1224 w 2279"/>
                            <a:gd name="T13" fmla="*/ 1459 h 1680"/>
                            <a:gd name="T14" fmla="*/ 987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0" y="0"/>
                              </a:moveTo>
                              <a:lnTo>
                                <a:pt x="2278" y="0"/>
                              </a:lnTo>
                              <a:lnTo>
                                <a:pt x="2278" y="1679"/>
                              </a:lnTo>
                              <a:lnTo>
                                <a:pt x="789" y="1679"/>
                              </a:lnTo>
                              <a:lnTo>
                                <a:pt x="789" y="1219"/>
                              </a:lnTo>
                              <a:lnTo>
                                <a:pt x="1224" y="1219"/>
                              </a:lnTo>
                              <a:lnTo>
                                <a:pt x="1224" y="1459"/>
                              </a:lnTo>
                              <a:lnTo>
                                <a:pt x="987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0" descr="decorative element"/>
                      <wps:cNvSpPr>
                        <a:spLocks/>
                      </wps:cNvSpPr>
                      <wps:spPr bwMode="auto">
                        <a:xfrm>
                          <a:off x="0" y="419100"/>
                          <a:ext cx="1447165" cy="1066800"/>
                        </a:xfrm>
                        <a:custGeom>
                          <a:avLst/>
                          <a:gdLst>
                            <a:gd name="T0" fmla="*/ 2278 w 2279"/>
                            <a:gd name="T1" fmla="*/ 0 h 1680"/>
                            <a:gd name="T2" fmla="*/ 0 w 2279"/>
                            <a:gd name="T3" fmla="*/ 0 h 1680"/>
                            <a:gd name="T4" fmla="*/ 0 w 2279"/>
                            <a:gd name="T5" fmla="*/ 1679 h 1680"/>
                            <a:gd name="T6" fmla="*/ 1488 w 2279"/>
                            <a:gd name="T7" fmla="*/ 1679 h 1680"/>
                            <a:gd name="T8" fmla="*/ 1488 w 2279"/>
                            <a:gd name="T9" fmla="*/ 1219 h 1680"/>
                            <a:gd name="T10" fmla="*/ 1054 w 2279"/>
                            <a:gd name="T11" fmla="*/ 1219 h 1680"/>
                            <a:gd name="T12" fmla="*/ 1054 w 2279"/>
                            <a:gd name="T13" fmla="*/ 1459 h 1680"/>
                            <a:gd name="T14" fmla="*/ 1291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2278" y="0"/>
                              </a:moveTo>
                              <a:lnTo>
                                <a:pt x="0" y="0"/>
                              </a:lnTo>
                              <a:lnTo>
                                <a:pt x="0" y="1679"/>
                              </a:lnTo>
                              <a:lnTo>
                                <a:pt x="1488" y="1679"/>
                              </a:lnTo>
                              <a:lnTo>
                                <a:pt x="1488" y="1219"/>
                              </a:lnTo>
                              <a:lnTo>
                                <a:pt x="1054" y="1219"/>
                              </a:lnTo>
                              <a:lnTo>
                                <a:pt x="1054" y="1459"/>
                              </a:lnTo>
                              <a:lnTo>
                                <a:pt x="1291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 descr="Flower. Top Image.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217420" y="0"/>
                          <a:ext cx="195072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C4A327A" id="Group 12" o:spid="_x0000_s1026" style="position:absolute;margin-left:0;margin-top:0;width:496.8pt;height:117pt;z-index:251661312;mso-position-horizontal:center;mso-position-horizontal-relative:margin;mso-width-relative:margin" coordsize="63239,14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">
              <v:shape id="Freeform 29" o:spid="_x0000_s1027" alt="decorative element" style="position:absolute;left:48768;top:4191;width:14471;height:10668;visibility:visible;mso-wrap-style:square;v-text-anchor:top" coordsize="2279,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" path="m,l2278,r,1679l789,1679r,-460l1224,1219r,240l987,1459e" filled="f" strokecolor="#ec353f [3204]" strokeweight="4pt">
                <v:path arrowok="t" o:connecttype="custom" o:connectlocs="0,0;1446530,0;1446530,1066165;501015,1066165;501015,774065;777240,774065;777240,926465;626745,926465" o:connectangles="0,0,0,0,0,0,0,0"/>
              </v:shape>
              <v:shape id="Freeform 30" o:spid="_x0000_s1028" alt="decorative element" style="position:absolute;top:4191;width:14471;height:10668;visibility:visible;mso-wrap-style:square;v-text-anchor:top" coordsize="2279,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" path="m2278,l,,,1679r1488,l1488,1219r-434,l1054,1459r237,e" filled="f" strokecolor="#ec353f [3204]" strokeweight="4pt">
                <v:path arrowok="t" o:connecttype="custom" o:connectlocs="1446530,0;0,0;0,1066165;944880,1066165;944880,774065;669290,774065;669290,926465;819785,926465" o:connectangles="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9" type="#_x0000_t75" alt="Flower. Top Image." style="position:absolute;left:22174;width:19507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">
                <v:imagedata r:id="rId2" o:title="Flower. Top Image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F7A8" w14:textId="77777777" w:rsidR="006E178A" w:rsidRDefault="006E17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F5026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C353F" w:themeColor="accent1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637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1222" w:hanging="267"/>
      </w:pPr>
    </w:lvl>
    <w:lvl w:ilvl="2">
      <w:numFmt w:val="bullet"/>
      <w:lvlText w:val="ï"/>
      <w:lvlJc w:val="left"/>
      <w:pPr>
        <w:ind w:left="1805" w:hanging="267"/>
      </w:pPr>
    </w:lvl>
    <w:lvl w:ilvl="3">
      <w:numFmt w:val="bullet"/>
      <w:lvlText w:val="ï"/>
      <w:lvlJc w:val="left"/>
      <w:pPr>
        <w:ind w:left="2387" w:hanging="267"/>
      </w:pPr>
    </w:lvl>
    <w:lvl w:ilvl="4">
      <w:numFmt w:val="bullet"/>
      <w:lvlText w:val="ï"/>
      <w:lvlJc w:val="left"/>
      <w:pPr>
        <w:ind w:left="2970" w:hanging="267"/>
      </w:pPr>
    </w:lvl>
    <w:lvl w:ilvl="5">
      <w:numFmt w:val="bullet"/>
      <w:lvlText w:val="ï"/>
      <w:lvlJc w:val="left"/>
      <w:pPr>
        <w:ind w:left="3553" w:hanging="267"/>
      </w:pPr>
    </w:lvl>
    <w:lvl w:ilvl="6">
      <w:numFmt w:val="bullet"/>
      <w:lvlText w:val="ï"/>
      <w:lvlJc w:val="left"/>
      <w:pPr>
        <w:ind w:left="4135" w:hanging="267"/>
      </w:pPr>
    </w:lvl>
    <w:lvl w:ilvl="7">
      <w:numFmt w:val="bullet"/>
      <w:lvlText w:val="ï"/>
      <w:lvlJc w:val="left"/>
      <w:pPr>
        <w:ind w:left="4718" w:hanging="267"/>
      </w:pPr>
    </w:lvl>
    <w:lvl w:ilvl="8">
      <w:numFmt w:val="bullet"/>
      <w:lvlText w:val="ï"/>
      <w:lvlJc w:val="left"/>
      <w:pPr>
        <w:ind w:left="5301" w:hanging="267"/>
      </w:pPr>
    </w:lvl>
  </w:abstractNum>
  <w:num w:numId="1" w16cid:durableId="1082222183">
    <w:abstractNumId w:val="1"/>
  </w:num>
  <w:num w:numId="2" w16cid:durableId="1425111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821"/>
    <w:rsid w:val="000C6AF7"/>
    <w:rsid w:val="00190763"/>
    <w:rsid w:val="002D4CDD"/>
    <w:rsid w:val="003B4492"/>
    <w:rsid w:val="003D37C9"/>
    <w:rsid w:val="00442FEF"/>
    <w:rsid w:val="004809AC"/>
    <w:rsid w:val="004C405B"/>
    <w:rsid w:val="005B2C3E"/>
    <w:rsid w:val="005E6B8C"/>
    <w:rsid w:val="00607760"/>
    <w:rsid w:val="006E178A"/>
    <w:rsid w:val="007316BE"/>
    <w:rsid w:val="00737940"/>
    <w:rsid w:val="007F4821"/>
    <w:rsid w:val="00837E03"/>
    <w:rsid w:val="008932B1"/>
    <w:rsid w:val="008B30A0"/>
    <w:rsid w:val="009A2B0A"/>
    <w:rsid w:val="009B717C"/>
    <w:rsid w:val="009D644C"/>
    <w:rsid w:val="009F193C"/>
    <w:rsid w:val="00B003F5"/>
    <w:rsid w:val="00D075D2"/>
    <w:rsid w:val="00DD5DF5"/>
    <w:rsid w:val="00DF60A8"/>
    <w:rsid w:val="00E13158"/>
    <w:rsid w:val="00F32AD2"/>
    <w:rsid w:val="00FB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A6863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1"/>
    <w:qFormat/>
    <w:rsid w:val="002D4CDD"/>
    <w:pPr>
      <w:widowControl w:val="0"/>
      <w:autoSpaceDE w:val="0"/>
      <w:autoSpaceDN w:val="0"/>
      <w:adjustRightInd w:val="0"/>
    </w:pPr>
    <w:rPr>
      <w:rFonts w:asciiTheme="minorHAnsi" w:hAnsiTheme="minorHAnsi" w:cs="Georg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pPr>
      <w:spacing w:before="100"/>
      <w:ind w:left="27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F193C"/>
    <w:pPr>
      <w:keepNext/>
      <w:keepLines/>
      <w:pBdr>
        <w:bottom w:val="single" w:sz="8" w:space="1" w:color="31317D" w:themeColor="accent2"/>
      </w:pBdr>
      <w:spacing w:before="240" w:after="180"/>
      <w:outlineLvl w:val="1"/>
    </w:pPr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190763"/>
    <w:rPr>
      <w:rFonts w:ascii="Georgia" w:hAnsi="Georgia" w:cs="Georgi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semiHidden/>
    <w:pPr>
      <w:spacing w:before="13"/>
      <w:ind w:left="637" w:hanging="26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C6A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CDD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6A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763"/>
    <w:rPr>
      <w:rFonts w:ascii="Georgia" w:hAnsi="Georgia" w:cs="Georgia"/>
      <w:sz w:val="22"/>
      <w:szCs w:val="22"/>
    </w:rPr>
  </w:style>
  <w:style w:type="table" w:styleId="TableGrid">
    <w:name w:val="Table Grid"/>
    <w:basedOn w:val="TableNormal"/>
    <w:uiPriority w:val="39"/>
    <w:rsid w:val="000C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BodyText"/>
    <w:next w:val="Normal"/>
    <w:link w:val="TitleChar"/>
    <w:uiPriority w:val="10"/>
    <w:qFormat/>
    <w:rsid w:val="00837E03"/>
    <w:pPr>
      <w:kinsoku w:val="0"/>
      <w:overflowPunct w:val="0"/>
      <w:spacing w:before="120" w:after="120"/>
      <w:jc w:val="center"/>
    </w:pPr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837E03"/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Heading2Char">
    <w:name w:val="Heading 2 Char"/>
    <w:basedOn w:val="DefaultParagraphFont"/>
    <w:link w:val="Heading2"/>
    <w:uiPriority w:val="9"/>
    <w:rsid w:val="009F193C"/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paragraph" w:customStyle="1" w:styleId="Dates">
    <w:name w:val="Dates"/>
    <w:basedOn w:val="BodyText"/>
    <w:qFormat/>
    <w:rsid w:val="00837E03"/>
    <w:pPr>
      <w:kinsoku w:val="0"/>
      <w:overflowPunct w:val="0"/>
    </w:pPr>
    <w:rPr>
      <w:b/>
      <w:color w:val="000000" w:themeColor="text1"/>
      <w:sz w:val="18"/>
    </w:rPr>
  </w:style>
  <w:style w:type="character" w:styleId="Strong">
    <w:name w:val="Strong"/>
    <w:basedOn w:val="DefaultParagraphFont"/>
    <w:uiPriority w:val="22"/>
    <w:semiHidden/>
    <w:qFormat/>
    <w:rsid w:val="00837E03"/>
    <w:rPr>
      <w:b/>
      <w:bCs/>
      <w:color w:val="EC353F" w:themeColor="accent1"/>
    </w:rPr>
  </w:style>
  <w:style w:type="paragraph" w:customStyle="1" w:styleId="Experience">
    <w:name w:val="Experience"/>
    <w:basedOn w:val="Normal"/>
    <w:qFormat/>
    <w:rsid w:val="00837E03"/>
    <w:pPr>
      <w:widowControl/>
      <w:autoSpaceDE/>
      <w:autoSpaceDN/>
      <w:adjustRightInd/>
      <w:spacing w:after="200"/>
    </w:pPr>
    <w:rPr>
      <w:rFonts w:eastAsiaTheme="minorHAnsi" w:cstheme="minorBidi"/>
      <w:szCs w:val="24"/>
    </w:rPr>
  </w:style>
  <w:style w:type="paragraph" w:styleId="ListBullet">
    <w:name w:val="List Bullet"/>
    <w:basedOn w:val="Normal"/>
    <w:uiPriority w:val="99"/>
    <w:qFormat/>
    <w:rsid w:val="00837E03"/>
    <w:pPr>
      <w:numPr>
        <w:numId w:val="2"/>
      </w:numPr>
      <w:contextualSpacing/>
    </w:pPr>
  </w:style>
  <w:style w:type="paragraph" w:customStyle="1" w:styleId="Information">
    <w:name w:val="Information"/>
    <w:basedOn w:val="BodyText"/>
    <w:uiPriority w:val="1"/>
    <w:qFormat/>
    <w:rsid w:val="00737940"/>
    <w:pPr>
      <w:kinsoku w:val="0"/>
      <w:overflowPunct w:val="0"/>
      <w:ind w:left="397"/>
    </w:pPr>
    <w:rPr>
      <w:color w:val="31317D" w:themeColor="accent2"/>
      <w:szCs w:val="17"/>
    </w:rPr>
  </w:style>
  <w:style w:type="character" w:styleId="PlaceholderText">
    <w:name w:val="Placeholder Text"/>
    <w:basedOn w:val="DefaultParagraphFont"/>
    <w:uiPriority w:val="99"/>
    <w:semiHidden/>
    <w:rsid w:val="00737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nyeart\AppData\Roaming\Microsoft\Templates\Pink%20floral%20resume.dotx" TargetMode="External"/></Relationships>
</file>

<file path=word/theme/theme1.xml><?xml version="1.0" encoding="utf-8"?>
<a:theme xmlns:a="http://schemas.openxmlformats.org/drawingml/2006/main" name="Flower">
  <a:themeElements>
    <a:clrScheme name="Flowe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C353F"/>
      </a:accent1>
      <a:accent2>
        <a:srgbClr val="31317D"/>
      </a:accent2>
      <a:accent3>
        <a:srgbClr val="3FD8D4"/>
      </a:accent3>
      <a:accent4>
        <a:srgbClr val="FCB316"/>
      </a:accent4>
      <a:accent5>
        <a:srgbClr val="734170"/>
      </a:accent5>
      <a:accent6>
        <a:srgbClr val="AAD03C"/>
      </a:accent6>
      <a:hlink>
        <a:srgbClr val="0000FF"/>
      </a:hlink>
      <a:folHlink>
        <a:srgbClr val="FF00FF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lower" id="{44377F95-B900-4449-AFE5-13BBAA07022C}" vid="{A788111C-6596-1842-8E02-10002C68DBD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F1A2C9E3-FDB5-4BD8-B6CA-2CF2339050B4}"/>
</file>

<file path=customXml/itemProps2.xml><?xml version="1.0" encoding="utf-8"?>
<ds:datastoreItem xmlns:ds="http://schemas.openxmlformats.org/officeDocument/2006/customXml" ds:itemID="{D5C3BF37-E873-445E-99FB-2E95C7557CD1}"/>
</file>

<file path=customXml/itemProps3.xml><?xml version="1.0" encoding="utf-8"?>
<ds:datastoreItem xmlns:ds="http://schemas.openxmlformats.org/officeDocument/2006/customXml" ds:itemID="{7D9E4FA6-BBA6-4B0B-B358-8EF3BB132CC1}"/>
</file>

<file path=docProps/app.xml><?xml version="1.0" encoding="utf-8"?>
<Properties xmlns="http://schemas.openxmlformats.org/officeDocument/2006/extended-properties" xmlns:vt="http://schemas.openxmlformats.org/officeDocument/2006/docPropsVTypes">
  <Template>Pink floral resume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2024-01-05T19:44:00Z</dcterms:created>
  <dcterms:modified xsi:type="dcterms:W3CDTF">2024-01-05T19:44:00Z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